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C76D9" w14:textId="7279A07F" w:rsidR="000C4A70" w:rsidRPr="006041E6" w:rsidRDefault="000C4A70" w:rsidP="006041E6">
      <w:pPr>
        <w:pStyle w:val="Untertitel"/>
        <w:rPr>
          <w:sz w:val="28"/>
          <w:szCs w:val="28"/>
        </w:rPr>
      </w:pPr>
      <w:r w:rsidRPr="00D14DDE">
        <w:rPr>
          <w:sz w:val="28"/>
          <w:szCs w:val="28"/>
        </w:rPr>
        <w:t xml:space="preserve">Öffne in </w:t>
      </w:r>
      <w:proofErr w:type="spellStart"/>
      <w:r w:rsidRPr="00D14DDE">
        <w:rPr>
          <w:sz w:val="28"/>
          <w:szCs w:val="28"/>
        </w:rPr>
        <w:t>Scratch</w:t>
      </w:r>
      <w:proofErr w:type="spellEnd"/>
      <w:r w:rsidRPr="00D14DDE">
        <w:rPr>
          <w:sz w:val="28"/>
          <w:szCs w:val="28"/>
        </w:rPr>
        <w:t xml:space="preserve"> die Datei „</w:t>
      </w:r>
      <w:r w:rsidR="00B77EFB">
        <w:rPr>
          <w:sz w:val="28"/>
          <w:szCs w:val="28"/>
        </w:rPr>
        <w:t>Quiz</w:t>
      </w:r>
      <w:r w:rsidRPr="00D14DDE">
        <w:rPr>
          <w:sz w:val="28"/>
          <w:szCs w:val="28"/>
        </w:rPr>
        <w:t>.sb“.</w:t>
      </w:r>
    </w:p>
    <w:p w14:paraId="1BE82D63" w14:textId="77777777" w:rsidR="000C4A70" w:rsidRDefault="000C4A70" w:rsidP="00E82674">
      <w:pPr>
        <w:pStyle w:val="Untertitel"/>
      </w:pPr>
      <w:r>
        <w:t>Aufgabenstellung</w:t>
      </w:r>
    </w:p>
    <w:p w14:paraId="3521FE8A" w14:textId="3BC4681B" w:rsidR="000C4A70" w:rsidRDefault="000C4A70" w:rsidP="000C4A70">
      <w:pPr>
        <w:pStyle w:val="Listenabsatz"/>
        <w:numPr>
          <w:ilvl w:val="0"/>
          <w:numId w:val="6"/>
        </w:numPr>
        <w:spacing w:line="276" w:lineRule="auto"/>
      </w:pPr>
      <w:r>
        <w:t>Starte das Programm mit der grünen Flagge</w:t>
      </w:r>
      <w:r w:rsidR="009B4F79">
        <w:t>.</w:t>
      </w:r>
      <w:r>
        <w:t xml:space="preserve"> </w:t>
      </w:r>
    </w:p>
    <w:p w14:paraId="7CC9538B" w14:textId="02A8002B" w:rsidR="00C54F59" w:rsidRDefault="00C54F59" w:rsidP="000C4A70">
      <w:pPr>
        <w:pStyle w:val="Listenabsatz"/>
        <w:numPr>
          <w:ilvl w:val="0"/>
          <w:numId w:val="6"/>
        </w:numPr>
        <w:spacing w:line="276" w:lineRule="auto"/>
      </w:pPr>
      <w:r>
        <w:t>Beschreibe den Aufbau des Programms.</w:t>
      </w:r>
    </w:p>
    <w:p w14:paraId="5296EA51" w14:textId="2BF1801F" w:rsidR="00C54F59" w:rsidRDefault="00C54F59" w:rsidP="00C54F59">
      <w:pPr>
        <w:tabs>
          <w:tab w:val="left" w:pos="284"/>
          <w:tab w:val="left" w:leader="underscore" w:pos="8789"/>
        </w:tabs>
        <w:spacing w:line="480" w:lineRule="auto"/>
        <w:ind w:firstLine="284"/>
      </w:pPr>
      <w:r>
        <w:tab/>
      </w:r>
    </w:p>
    <w:p w14:paraId="6B90C564" w14:textId="6ACCE33A" w:rsidR="00C54F59" w:rsidRDefault="00C54F59" w:rsidP="00C54F59">
      <w:pPr>
        <w:tabs>
          <w:tab w:val="left" w:pos="284"/>
          <w:tab w:val="left" w:leader="underscore" w:pos="8789"/>
        </w:tabs>
        <w:spacing w:line="480" w:lineRule="auto"/>
        <w:ind w:firstLine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42ECA39" w14:textId="3E125DA1" w:rsidR="000C4A70" w:rsidRDefault="00C54F59" w:rsidP="00C54F59">
      <w:pPr>
        <w:pStyle w:val="Listenabsatz"/>
        <w:numPr>
          <w:ilvl w:val="0"/>
          <w:numId w:val="6"/>
        </w:numPr>
        <w:spacing w:line="276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4654193" wp14:editId="36466837">
            <wp:simplePos x="0" y="0"/>
            <wp:positionH relativeFrom="column">
              <wp:posOffset>3533335</wp:posOffset>
            </wp:positionH>
            <wp:positionV relativeFrom="paragraph">
              <wp:posOffset>13970</wp:posOffset>
            </wp:positionV>
            <wp:extent cx="2091690" cy="698500"/>
            <wp:effectExtent l="0" t="0" r="0" b="12700"/>
            <wp:wrapSquare wrapText="bothSides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.gif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582" b="2913"/>
                    <a:stretch/>
                  </pic:blipFill>
                  <pic:spPr bwMode="auto">
                    <a:xfrm>
                      <a:off x="0" y="0"/>
                      <a:ext cx="2091690" cy="698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4A70">
        <w:t>Beschreibe d</w:t>
      </w:r>
      <w:r>
        <w:t>iese</w:t>
      </w:r>
      <w:r w:rsidR="000C4A70">
        <w:t xml:space="preserve">n </w:t>
      </w:r>
      <w:r>
        <w:t>des Skripts genauer und beschreibe die Besonderheiten</w:t>
      </w:r>
      <w:r w:rsidR="00C36E03">
        <w:t>.</w:t>
      </w:r>
    </w:p>
    <w:p w14:paraId="4210E198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1CAB6BD9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7551F52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179F9589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60386F47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011CDB5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60D8D90" w14:textId="77777777" w:rsidR="00AC7B6C" w:rsidRDefault="00AC7B6C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00FCD46A" w14:textId="77777777" w:rsidR="00AC7B6C" w:rsidRDefault="00AC7B6C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E6D86CC" w14:textId="77777777" w:rsidR="000C4A70" w:rsidRDefault="000C4A70" w:rsidP="000C4A70">
      <w:pPr>
        <w:tabs>
          <w:tab w:val="left" w:pos="284"/>
          <w:tab w:val="left" w:leader="underscore" w:pos="8789"/>
        </w:tabs>
        <w:spacing w:line="276" w:lineRule="auto"/>
      </w:pPr>
    </w:p>
    <w:p w14:paraId="30A52A73" w14:textId="4D355392" w:rsidR="00E36E3B" w:rsidRDefault="00C36E03" w:rsidP="00C36E03">
      <w:pPr>
        <w:pStyle w:val="Listenabsatz"/>
        <w:numPr>
          <w:ilvl w:val="0"/>
          <w:numId w:val="6"/>
        </w:numPr>
        <w:spacing w:line="276" w:lineRule="auto"/>
      </w:pPr>
      <w:r>
        <w:t xml:space="preserve">Versuche selbst eine weitere Frage dem Quiz hinzuzufügen. </w:t>
      </w:r>
      <w:r w:rsidR="00C362C3">
        <w:t>Was müsstest du noch in deinem Skript verändern?</w:t>
      </w:r>
    </w:p>
    <w:p w14:paraId="2241B123" w14:textId="21965E8A" w:rsidR="00C362C3" w:rsidRDefault="00C362C3" w:rsidP="00C362C3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C362C3" w:rsidSect="00BF59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F3BB5" w14:textId="77777777" w:rsidR="00125844" w:rsidRDefault="00125844" w:rsidP="0009662C">
      <w:r>
        <w:separator/>
      </w:r>
    </w:p>
  </w:endnote>
  <w:endnote w:type="continuationSeparator" w:id="0">
    <w:p w14:paraId="50B06C37" w14:textId="77777777" w:rsidR="00125844" w:rsidRDefault="00125844" w:rsidP="0009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E2D40" w14:textId="77777777" w:rsidR="007C7778" w:rsidRDefault="007C7778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46F4D" w14:textId="6FC13619" w:rsidR="003C62E6" w:rsidRPr="009A36C5" w:rsidRDefault="003C62E6" w:rsidP="009A36C5">
    <w:pPr>
      <w:pStyle w:val="Fuzeile"/>
      <w:pBdr>
        <w:top w:val="single" w:sz="4" w:space="4" w:color="auto"/>
      </w:pBdr>
      <w:tabs>
        <w:tab w:val="left" w:pos="2066"/>
      </w:tabs>
      <w:jc w:val="center"/>
      <w:rPr>
        <w:rFonts w:asciiTheme="minorHAnsi" w:hAnsiTheme="minorHAnsi"/>
        <w:sz w:val="16"/>
        <w:szCs w:val="16"/>
      </w:rPr>
    </w:pPr>
    <w:bookmarkStart w:id="0" w:name="_GoBack"/>
    <w:bookmarkEnd w:id="0"/>
    <w:r w:rsidRPr="009A36C5">
      <w:rPr>
        <w:rFonts w:asciiTheme="minorHAnsi" w:hAnsiTheme="minorHAnsi"/>
        <w:sz w:val="16"/>
        <w:szCs w:val="16"/>
      </w:rPr>
      <w:t>©</w:t>
    </w:r>
    <w:r>
      <w:rPr>
        <w:rFonts w:asciiTheme="minorHAnsi" w:hAnsiTheme="minorHAnsi"/>
        <w:sz w:val="16"/>
        <w:szCs w:val="16"/>
      </w:rPr>
      <w:t xml:space="preserve"> </w:t>
    </w:r>
    <w:r w:rsidR="005040CF">
      <w:rPr>
        <w:rFonts w:asciiTheme="minorHAnsi" w:hAnsiTheme="minorHAnsi"/>
        <w:sz w:val="16"/>
        <w:szCs w:val="16"/>
      </w:rPr>
      <w:t>Schule am Bodden</w:t>
    </w:r>
    <w:r w:rsidRPr="009A36C5">
      <w:rPr>
        <w:rFonts w:asciiTheme="minorHAnsi" w:hAnsiTheme="minorHAnsi"/>
        <w:sz w:val="16"/>
        <w:szCs w:val="16"/>
      </w:rPr>
      <w:t xml:space="preserve"> · Version vom </w:t>
    </w:r>
    <w:r w:rsidR="00C362C3">
      <w:rPr>
        <w:rFonts w:asciiTheme="minorHAnsi" w:hAnsiTheme="minorHAnsi"/>
        <w:sz w:val="16"/>
        <w:szCs w:val="16"/>
      </w:rPr>
      <w:t>13.9.2016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35F8A" w14:textId="77777777" w:rsidR="007C7778" w:rsidRDefault="007C7778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515A9" w14:textId="77777777" w:rsidR="00125844" w:rsidRDefault="00125844" w:rsidP="0009662C">
      <w:r>
        <w:separator/>
      </w:r>
    </w:p>
  </w:footnote>
  <w:footnote w:type="continuationSeparator" w:id="0">
    <w:p w14:paraId="29DB878B" w14:textId="77777777" w:rsidR="00125844" w:rsidRDefault="00125844" w:rsidP="0009662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461"/>
      <w:gridCol w:w="8841"/>
    </w:tblGrid>
    <w:tr w:rsidR="003C62E6" w:rsidRPr="00DB639B" w14:paraId="122F5250" w14:textId="77777777" w:rsidTr="00E93198">
      <w:tc>
        <w:tcPr>
          <w:tcW w:w="248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5E670B51" w14:textId="77777777" w:rsidR="003C62E6" w:rsidRDefault="003C62E6">
          <w:pPr>
            <w:pStyle w:val="Kopfzeile"/>
            <w:jc w:val="center"/>
            <w:rPr>
              <w:rFonts w:ascii="Calibri" w:hAnsi="Calibri"/>
              <w:b/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fldChar w:fldCharType="begin"/>
          </w:r>
          <w:r>
            <w:rPr>
              <w:rFonts w:ascii="Calibri" w:hAnsi="Calibri"/>
              <w:b/>
              <w:color w:val="FFFFFF" w:themeColor="background1"/>
            </w:rPr>
            <w:instrText>PAGE   \* MERGEFORMAT</w:instrText>
          </w:r>
          <w:r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BF5967">
            <w:rPr>
              <w:rFonts w:ascii="Calibri" w:hAnsi="Calibri"/>
              <w:b/>
              <w:noProof/>
              <w:color w:val="FFFFFF" w:themeColor="background1"/>
            </w:rPr>
            <w:t>2</w:t>
          </w:r>
          <w:r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  <w:tc>
        <w:tcPr>
          <w:tcW w:w="4752" w:type="pct"/>
          <w:tcBorders>
            <w:bottom w:val="single" w:sz="4" w:space="0" w:color="auto"/>
          </w:tcBorders>
          <w:vAlign w:val="bottom"/>
        </w:tcPr>
        <w:p w14:paraId="322A0C87" w14:textId="77777777" w:rsidR="003C62E6" w:rsidRDefault="003C62E6">
          <w:pPr>
            <w:pStyle w:val="Kopfzeile"/>
            <w:rPr>
              <w:rFonts w:ascii="Calibri" w:hAnsi="Calibri"/>
              <w:bCs/>
              <w:color w:val="000000" w:themeColor="text1"/>
            </w:rPr>
          </w:pPr>
          <w:r>
            <w:rPr>
              <w:rFonts w:ascii="Calibri" w:hAnsi="Calibri"/>
              <w:b/>
              <w:bCs/>
              <w:color w:val="000000" w:themeColor="text1"/>
            </w:rPr>
            <w:t>[</w:t>
          </w:r>
          <w:sdt>
            <w:sdtPr>
              <w:rPr>
                <w:rFonts w:ascii="Calibri" w:hAnsi="Calibri"/>
                <w:b/>
                <w:bCs/>
                <w:caps/>
                <w:color w:val="000000" w:themeColor="text1"/>
              </w:rPr>
              <w:alias w:val="[Titel]"/>
              <w:id w:val="171999499"/>
              <w:placeholder>
                <w:docPart w:val="E1D00ACA2DD5E649A9CE9EEAAE7F2ACB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9555DB">
                <w:rPr>
                  <w:b/>
                  <w:bCs/>
                  <w:caps/>
                </w:rPr>
                <w:t>Geben Sie den Dokumenttitel ein</w:t>
              </w:r>
            </w:sdtContent>
          </w:sdt>
          <w:r>
            <w:rPr>
              <w:rFonts w:ascii="Calibri" w:hAnsi="Calibri"/>
              <w:b/>
              <w:bCs/>
              <w:color w:val="000000" w:themeColor="text1"/>
            </w:rPr>
            <w:t>]</w:t>
          </w:r>
        </w:p>
      </w:tc>
    </w:tr>
  </w:tbl>
  <w:p w14:paraId="3C75948A" w14:textId="77777777" w:rsidR="003C62E6" w:rsidRDefault="003C62E6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12D4A" w14:textId="77777777" w:rsidR="00C11048" w:rsidRDefault="003C62E6" w:rsidP="00806CF6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pos="709"/>
        <w:tab w:val="right" w:pos="8222"/>
      </w:tabs>
      <w:spacing w:line="276" w:lineRule="aut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36C122" wp14:editId="749C22E5">
          <wp:simplePos x="0" y="0"/>
          <wp:positionH relativeFrom="margin">
            <wp:posOffset>-228600</wp:posOffset>
          </wp:positionH>
          <wp:positionV relativeFrom="paragraph">
            <wp:posOffset>-313690</wp:posOffset>
          </wp:positionV>
          <wp:extent cx="571500" cy="763924"/>
          <wp:effectExtent l="0" t="0" r="0" b="0"/>
          <wp:wrapNone/>
          <wp:docPr id="4" name="Bild 1" descr="schulstempel_e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chulstempel_end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8" r="9229" b="15211"/>
                  <a:stretch>
                    <a:fillRect/>
                  </a:stretch>
                </pic:blipFill>
                <pic:spPr bwMode="auto">
                  <a:xfrm>
                    <a:off x="0" y="0"/>
                    <a:ext cx="571514" cy="763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C11048">
      <w:t>Name:</w:t>
    </w:r>
    <w:r w:rsidR="00C11048">
      <w:tab/>
      <w:t>Neuenkirchen, den</w:t>
    </w:r>
  </w:p>
  <w:p w14:paraId="3C6326A8" w14:textId="77777777" w:rsidR="003C62E6" w:rsidRPr="009A36C5" w:rsidRDefault="00C11048" w:rsidP="00806CF6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pos="709"/>
        <w:tab w:val="right" w:pos="8222"/>
      </w:tabs>
      <w:spacing w:line="276" w:lineRule="auto"/>
      <w:rPr>
        <w:rFonts w:asciiTheme="minorHAnsi" w:hAnsiTheme="minorHAnsi"/>
        <w:b/>
        <w:sz w:val="20"/>
        <w:szCs w:val="20"/>
      </w:rPr>
    </w:pPr>
    <w:r>
      <w:tab/>
      <w:t>Arbeitsauftrag:</w:t>
    </w:r>
    <w:r w:rsidR="003C62E6" w:rsidRPr="009A36C5">
      <w:rPr>
        <w:rFonts w:asciiTheme="minorHAnsi" w:hAnsiTheme="minorHAnsi"/>
        <w:b/>
      </w:rPr>
      <w:tab/>
    </w:r>
    <w:r w:rsidR="003C62E6" w:rsidRPr="009A36C5">
      <w:rPr>
        <w:rFonts w:asciiTheme="minorHAnsi" w:hAnsiTheme="minorHAnsi"/>
        <w:b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589461" w14:textId="77777777" w:rsidR="007C7778" w:rsidRDefault="007C7778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A0623"/>
    <w:multiLevelType w:val="hybridMultilevel"/>
    <w:tmpl w:val="53A2EE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C2325"/>
    <w:multiLevelType w:val="hybridMultilevel"/>
    <w:tmpl w:val="010C6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A34FA5"/>
    <w:multiLevelType w:val="hybridMultilevel"/>
    <w:tmpl w:val="4CF6124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AE02AB"/>
    <w:multiLevelType w:val="hybridMultilevel"/>
    <w:tmpl w:val="02A851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7563DC"/>
    <w:multiLevelType w:val="hybridMultilevel"/>
    <w:tmpl w:val="59B4D5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90E0DE7"/>
    <w:multiLevelType w:val="hybridMultilevel"/>
    <w:tmpl w:val="1BDE95D0"/>
    <w:lvl w:ilvl="0" w:tplc="608A04B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7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A70"/>
    <w:rsid w:val="0000706C"/>
    <w:rsid w:val="000076FF"/>
    <w:rsid w:val="00012B3F"/>
    <w:rsid w:val="000161E9"/>
    <w:rsid w:val="000230F0"/>
    <w:rsid w:val="00026807"/>
    <w:rsid w:val="0003562E"/>
    <w:rsid w:val="00040548"/>
    <w:rsid w:val="000549CB"/>
    <w:rsid w:val="00070E53"/>
    <w:rsid w:val="00085C6C"/>
    <w:rsid w:val="00091B7D"/>
    <w:rsid w:val="0009440D"/>
    <w:rsid w:val="0009662C"/>
    <w:rsid w:val="000A227D"/>
    <w:rsid w:val="000A4F8D"/>
    <w:rsid w:val="000C4A70"/>
    <w:rsid w:val="000C6EE1"/>
    <w:rsid w:val="000D59DF"/>
    <w:rsid w:val="000F024E"/>
    <w:rsid w:val="000F3276"/>
    <w:rsid w:val="00112612"/>
    <w:rsid w:val="0011301E"/>
    <w:rsid w:val="00113B36"/>
    <w:rsid w:val="00125844"/>
    <w:rsid w:val="00126141"/>
    <w:rsid w:val="00130FE6"/>
    <w:rsid w:val="00151CF4"/>
    <w:rsid w:val="00165DA1"/>
    <w:rsid w:val="0017444B"/>
    <w:rsid w:val="001747AE"/>
    <w:rsid w:val="001754F2"/>
    <w:rsid w:val="00181BF7"/>
    <w:rsid w:val="00194997"/>
    <w:rsid w:val="00197AFF"/>
    <w:rsid w:val="001A6C45"/>
    <w:rsid w:val="001A7DFD"/>
    <w:rsid w:val="001D5D2E"/>
    <w:rsid w:val="001F3FB3"/>
    <w:rsid w:val="00201D07"/>
    <w:rsid w:val="002335A9"/>
    <w:rsid w:val="00233C23"/>
    <w:rsid w:val="00236489"/>
    <w:rsid w:val="0025351A"/>
    <w:rsid w:val="00274970"/>
    <w:rsid w:val="00275EFA"/>
    <w:rsid w:val="00286190"/>
    <w:rsid w:val="00290ED2"/>
    <w:rsid w:val="002A07B2"/>
    <w:rsid w:val="002A63BE"/>
    <w:rsid w:val="002B2598"/>
    <w:rsid w:val="002D545C"/>
    <w:rsid w:val="002D6AE9"/>
    <w:rsid w:val="002E4D44"/>
    <w:rsid w:val="002F2084"/>
    <w:rsid w:val="003016CC"/>
    <w:rsid w:val="00303FF8"/>
    <w:rsid w:val="00306FFC"/>
    <w:rsid w:val="00313CB1"/>
    <w:rsid w:val="003179C3"/>
    <w:rsid w:val="00322BBF"/>
    <w:rsid w:val="00326142"/>
    <w:rsid w:val="00332CC0"/>
    <w:rsid w:val="00341C26"/>
    <w:rsid w:val="003929E4"/>
    <w:rsid w:val="00392E0D"/>
    <w:rsid w:val="003A03A6"/>
    <w:rsid w:val="003A1F70"/>
    <w:rsid w:val="003B1949"/>
    <w:rsid w:val="003B7445"/>
    <w:rsid w:val="003C43AE"/>
    <w:rsid w:val="003C62E6"/>
    <w:rsid w:val="003E31A3"/>
    <w:rsid w:val="003E46FE"/>
    <w:rsid w:val="003E52EC"/>
    <w:rsid w:val="003F1970"/>
    <w:rsid w:val="00402E91"/>
    <w:rsid w:val="00405B3F"/>
    <w:rsid w:val="0041133C"/>
    <w:rsid w:val="00415A51"/>
    <w:rsid w:val="004574DF"/>
    <w:rsid w:val="00462931"/>
    <w:rsid w:val="00462DFA"/>
    <w:rsid w:val="004669EC"/>
    <w:rsid w:val="00470AE2"/>
    <w:rsid w:val="00490995"/>
    <w:rsid w:val="004A446C"/>
    <w:rsid w:val="004B06EC"/>
    <w:rsid w:val="004B4D66"/>
    <w:rsid w:val="004B7869"/>
    <w:rsid w:val="004D638E"/>
    <w:rsid w:val="004D6D7D"/>
    <w:rsid w:val="004E203E"/>
    <w:rsid w:val="004E694F"/>
    <w:rsid w:val="004F0C8B"/>
    <w:rsid w:val="004F1EDE"/>
    <w:rsid w:val="004F7060"/>
    <w:rsid w:val="005040CF"/>
    <w:rsid w:val="005105C7"/>
    <w:rsid w:val="0051315C"/>
    <w:rsid w:val="0053607A"/>
    <w:rsid w:val="00541D34"/>
    <w:rsid w:val="00543CE3"/>
    <w:rsid w:val="005568F7"/>
    <w:rsid w:val="005656BB"/>
    <w:rsid w:val="005719DD"/>
    <w:rsid w:val="0058739D"/>
    <w:rsid w:val="00587564"/>
    <w:rsid w:val="005919E9"/>
    <w:rsid w:val="00593E4C"/>
    <w:rsid w:val="005D1480"/>
    <w:rsid w:val="005F4402"/>
    <w:rsid w:val="006009A8"/>
    <w:rsid w:val="006041E6"/>
    <w:rsid w:val="006062D7"/>
    <w:rsid w:val="00637949"/>
    <w:rsid w:val="0064139F"/>
    <w:rsid w:val="00643D79"/>
    <w:rsid w:val="006566BB"/>
    <w:rsid w:val="0067234D"/>
    <w:rsid w:val="00672553"/>
    <w:rsid w:val="00672EF3"/>
    <w:rsid w:val="00696219"/>
    <w:rsid w:val="006B70C1"/>
    <w:rsid w:val="006D1C84"/>
    <w:rsid w:val="006F4832"/>
    <w:rsid w:val="00706365"/>
    <w:rsid w:val="00710048"/>
    <w:rsid w:val="00713935"/>
    <w:rsid w:val="00716CD3"/>
    <w:rsid w:val="00717D47"/>
    <w:rsid w:val="007204E7"/>
    <w:rsid w:val="00736404"/>
    <w:rsid w:val="0073693E"/>
    <w:rsid w:val="007478FB"/>
    <w:rsid w:val="00760E91"/>
    <w:rsid w:val="00770858"/>
    <w:rsid w:val="00782EA7"/>
    <w:rsid w:val="007A508C"/>
    <w:rsid w:val="007A6B16"/>
    <w:rsid w:val="007B2031"/>
    <w:rsid w:val="007B3AC4"/>
    <w:rsid w:val="007B586A"/>
    <w:rsid w:val="007B5E7C"/>
    <w:rsid w:val="007C1D1B"/>
    <w:rsid w:val="007C4974"/>
    <w:rsid w:val="007C7778"/>
    <w:rsid w:val="007E4CF1"/>
    <w:rsid w:val="00801D64"/>
    <w:rsid w:val="00806C3A"/>
    <w:rsid w:val="00806CF6"/>
    <w:rsid w:val="00815A6F"/>
    <w:rsid w:val="008309D7"/>
    <w:rsid w:val="00832C98"/>
    <w:rsid w:val="00834F98"/>
    <w:rsid w:val="00841D94"/>
    <w:rsid w:val="00842BFB"/>
    <w:rsid w:val="00845384"/>
    <w:rsid w:val="00845AEC"/>
    <w:rsid w:val="00845FC1"/>
    <w:rsid w:val="00852749"/>
    <w:rsid w:val="00882F8B"/>
    <w:rsid w:val="00886030"/>
    <w:rsid w:val="008A06F6"/>
    <w:rsid w:val="008C2BB4"/>
    <w:rsid w:val="008D0515"/>
    <w:rsid w:val="008D48DD"/>
    <w:rsid w:val="008E7F91"/>
    <w:rsid w:val="008F7EDD"/>
    <w:rsid w:val="00912591"/>
    <w:rsid w:val="00934830"/>
    <w:rsid w:val="009472DA"/>
    <w:rsid w:val="009555DB"/>
    <w:rsid w:val="00987068"/>
    <w:rsid w:val="009872BC"/>
    <w:rsid w:val="00995CDA"/>
    <w:rsid w:val="009962FA"/>
    <w:rsid w:val="009A16CE"/>
    <w:rsid w:val="009A2C8B"/>
    <w:rsid w:val="009A36C5"/>
    <w:rsid w:val="009A3B31"/>
    <w:rsid w:val="009A6698"/>
    <w:rsid w:val="009B4F79"/>
    <w:rsid w:val="009C4A62"/>
    <w:rsid w:val="009E29B9"/>
    <w:rsid w:val="009E55BD"/>
    <w:rsid w:val="009E63A4"/>
    <w:rsid w:val="009E63A8"/>
    <w:rsid w:val="009F00A6"/>
    <w:rsid w:val="009F7D92"/>
    <w:rsid w:val="00A03B26"/>
    <w:rsid w:val="00A059AE"/>
    <w:rsid w:val="00A13313"/>
    <w:rsid w:val="00A1689D"/>
    <w:rsid w:val="00A248DB"/>
    <w:rsid w:val="00A25217"/>
    <w:rsid w:val="00A348CB"/>
    <w:rsid w:val="00A709F1"/>
    <w:rsid w:val="00A72BE0"/>
    <w:rsid w:val="00A873AE"/>
    <w:rsid w:val="00A9419E"/>
    <w:rsid w:val="00AC695F"/>
    <w:rsid w:val="00AC7B6C"/>
    <w:rsid w:val="00AC7C0D"/>
    <w:rsid w:val="00AE73DD"/>
    <w:rsid w:val="00B14E84"/>
    <w:rsid w:val="00B20DAA"/>
    <w:rsid w:val="00B2240C"/>
    <w:rsid w:val="00B22907"/>
    <w:rsid w:val="00B2607E"/>
    <w:rsid w:val="00B31CB1"/>
    <w:rsid w:val="00B35076"/>
    <w:rsid w:val="00B42A03"/>
    <w:rsid w:val="00B510E4"/>
    <w:rsid w:val="00B6324E"/>
    <w:rsid w:val="00B77EFB"/>
    <w:rsid w:val="00B80149"/>
    <w:rsid w:val="00B82AFF"/>
    <w:rsid w:val="00B9269A"/>
    <w:rsid w:val="00B9770C"/>
    <w:rsid w:val="00BA0156"/>
    <w:rsid w:val="00BA2C92"/>
    <w:rsid w:val="00BA5E54"/>
    <w:rsid w:val="00BC26F8"/>
    <w:rsid w:val="00BD512B"/>
    <w:rsid w:val="00BE465E"/>
    <w:rsid w:val="00BF379A"/>
    <w:rsid w:val="00BF4B4B"/>
    <w:rsid w:val="00BF4CE9"/>
    <w:rsid w:val="00BF5967"/>
    <w:rsid w:val="00BF7A90"/>
    <w:rsid w:val="00C10B5B"/>
    <w:rsid w:val="00C11048"/>
    <w:rsid w:val="00C258D6"/>
    <w:rsid w:val="00C31A8E"/>
    <w:rsid w:val="00C35351"/>
    <w:rsid w:val="00C362C3"/>
    <w:rsid w:val="00C363FF"/>
    <w:rsid w:val="00C36E03"/>
    <w:rsid w:val="00C370C7"/>
    <w:rsid w:val="00C425EF"/>
    <w:rsid w:val="00C54F59"/>
    <w:rsid w:val="00C641E5"/>
    <w:rsid w:val="00C644EB"/>
    <w:rsid w:val="00C736FE"/>
    <w:rsid w:val="00C76092"/>
    <w:rsid w:val="00C77402"/>
    <w:rsid w:val="00C77607"/>
    <w:rsid w:val="00C9100F"/>
    <w:rsid w:val="00CA6A38"/>
    <w:rsid w:val="00CA78A6"/>
    <w:rsid w:val="00CB15AE"/>
    <w:rsid w:val="00CC2716"/>
    <w:rsid w:val="00CC4A2F"/>
    <w:rsid w:val="00CD5475"/>
    <w:rsid w:val="00CE3F9A"/>
    <w:rsid w:val="00D06DC5"/>
    <w:rsid w:val="00D14DDE"/>
    <w:rsid w:val="00D1729D"/>
    <w:rsid w:val="00D239C9"/>
    <w:rsid w:val="00D3099C"/>
    <w:rsid w:val="00D40251"/>
    <w:rsid w:val="00D41430"/>
    <w:rsid w:val="00D61A26"/>
    <w:rsid w:val="00D80D8F"/>
    <w:rsid w:val="00D85ED7"/>
    <w:rsid w:val="00DC3527"/>
    <w:rsid w:val="00DC62C3"/>
    <w:rsid w:val="00DD4BA4"/>
    <w:rsid w:val="00DF511E"/>
    <w:rsid w:val="00E03BF9"/>
    <w:rsid w:val="00E06CF2"/>
    <w:rsid w:val="00E36E3B"/>
    <w:rsid w:val="00E45261"/>
    <w:rsid w:val="00E552CF"/>
    <w:rsid w:val="00E76B4E"/>
    <w:rsid w:val="00E80B05"/>
    <w:rsid w:val="00E82674"/>
    <w:rsid w:val="00E93198"/>
    <w:rsid w:val="00EA0883"/>
    <w:rsid w:val="00EB09E3"/>
    <w:rsid w:val="00EB2E5E"/>
    <w:rsid w:val="00EC4383"/>
    <w:rsid w:val="00ED7243"/>
    <w:rsid w:val="00EE0965"/>
    <w:rsid w:val="00EF60DA"/>
    <w:rsid w:val="00F11874"/>
    <w:rsid w:val="00F21CC0"/>
    <w:rsid w:val="00F22829"/>
    <w:rsid w:val="00F40066"/>
    <w:rsid w:val="00F5395C"/>
    <w:rsid w:val="00F57884"/>
    <w:rsid w:val="00F678E9"/>
    <w:rsid w:val="00F71225"/>
    <w:rsid w:val="00F71930"/>
    <w:rsid w:val="00F873B3"/>
    <w:rsid w:val="00FA33B5"/>
    <w:rsid w:val="00FA4CCB"/>
    <w:rsid w:val="00FC6258"/>
    <w:rsid w:val="00FD12CF"/>
    <w:rsid w:val="00FD44EA"/>
    <w:rsid w:val="00FD6B63"/>
    <w:rsid w:val="00FE308C"/>
    <w:rsid w:val="00FF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7970A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402E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402E9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0966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9662C"/>
    <w:rPr>
      <w:sz w:val="24"/>
      <w:szCs w:val="24"/>
    </w:rPr>
  </w:style>
  <w:style w:type="paragraph" w:styleId="Fuzeile">
    <w:name w:val="footer"/>
    <w:basedOn w:val="Standard"/>
    <w:link w:val="FuzeileZchn"/>
    <w:rsid w:val="000966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9662C"/>
    <w:rPr>
      <w:sz w:val="24"/>
      <w:szCs w:val="24"/>
    </w:rPr>
  </w:style>
  <w:style w:type="paragraph" w:styleId="KeinLeerraum">
    <w:name w:val="No Spacing"/>
    <w:link w:val="KeinLeerraumZchn"/>
    <w:qFormat/>
    <w:rsid w:val="00CA78A6"/>
    <w:rPr>
      <w:rFonts w:ascii="PMingLiU" w:eastAsiaTheme="minorEastAsia" w:hAnsi="PMingLiU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CA78A6"/>
    <w:rPr>
      <w:rFonts w:ascii="PMingLiU" w:eastAsiaTheme="minorEastAsia" w:hAnsi="PMingLiU" w:cstheme="min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9770C"/>
    <w:pPr>
      <w:ind w:left="720"/>
      <w:contextualSpacing/>
    </w:pPr>
  </w:style>
  <w:style w:type="character" w:styleId="Link">
    <w:name w:val="Hyperlink"/>
    <w:basedOn w:val="Absatz-Standardschriftart"/>
    <w:rsid w:val="00B9770C"/>
    <w:rPr>
      <w:color w:val="0000FF" w:themeColor="hyperlink"/>
      <w:u w:val="single"/>
    </w:rPr>
  </w:style>
  <w:style w:type="table" w:styleId="Tabellenraster">
    <w:name w:val="Table Grid"/>
    <w:basedOn w:val="NormaleTabelle"/>
    <w:rsid w:val="003C62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esuchterLink">
    <w:name w:val="FollowedHyperlink"/>
    <w:basedOn w:val="Absatz-Standardschriftart"/>
    <w:rsid w:val="00B42A03"/>
    <w:rPr>
      <w:color w:val="800080" w:themeColor="followedHyperlink"/>
      <w:u w:val="single"/>
    </w:rPr>
  </w:style>
  <w:style w:type="paragraph" w:styleId="Untertitel">
    <w:name w:val="Subtitle"/>
    <w:basedOn w:val="Standard"/>
    <w:next w:val="Standard"/>
    <w:link w:val="UntertitelZchn"/>
    <w:qFormat/>
    <w:rsid w:val="000C4A7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rsid w:val="000C4A7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el">
    <w:name w:val="Title"/>
    <w:basedOn w:val="Standard"/>
    <w:next w:val="Standard"/>
    <w:link w:val="TitelZchn"/>
    <w:qFormat/>
    <w:rsid w:val="00D14D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D14DD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ennoschroeder/Library/Group%20Containers/UBF8T346G9.Office/User%20Content.localized/Templates.localized/Arbeitsauftrag_Inf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1D00ACA2DD5E649A9CE9EEAAE7F2A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07114C-838C-2546-A782-44EC0888D198}"/>
      </w:docPartPr>
      <w:docPartBody>
        <w:p w:rsidR="00807719" w:rsidRDefault="00AC2D3E">
          <w:pPr>
            <w:pStyle w:val="E1D00ACA2DD5E649A9CE9EEAAE7F2ACB"/>
          </w:pPr>
          <w:r>
            <w:rPr>
              <w:b/>
              <w:bCs/>
              <w:caps/>
            </w:rPr>
            <w:t>Geben Sie den Dokumenttitel ein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D3E"/>
    <w:rsid w:val="0034415A"/>
    <w:rsid w:val="00535E09"/>
    <w:rsid w:val="00807719"/>
    <w:rsid w:val="008E4CF8"/>
    <w:rsid w:val="00AC2D3E"/>
    <w:rsid w:val="00AD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1D00ACA2DD5E649A9CE9EEAAE7F2ACB">
    <w:name w:val="E1D00ACA2DD5E649A9CE9EEAAE7F2A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99AE53-E5FF-694A-B4DC-CAAC2B5D2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Arbeitsauftrag_Info.dotx</Template>
  <TotalTime>0</TotalTime>
  <Pages>1</Pages>
  <Words>50</Words>
  <Characters>317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Enno Schröder</dc:creator>
  <cp:keywords/>
  <dc:description/>
  <cp:lastModifiedBy>Enno Schröder</cp:lastModifiedBy>
  <cp:revision>4</cp:revision>
  <cp:lastPrinted>2014-11-17T19:53:00Z</cp:lastPrinted>
  <dcterms:created xsi:type="dcterms:W3CDTF">2017-09-18T09:05:00Z</dcterms:created>
  <dcterms:modified xsi:type="dcterms:W3CDTF">2017-09-18T13:54:00Z</dcterms:modified>
  <cp:category/>
</cp:coreProperties>
</file>